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91EFB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FDA3E45" w14:textId="77777777" w:rsidTr="00146EEC">
        <w:tc>
          <w:tcPr>
            <w:tcW w:w="2689" w:type="dxa"/>
          </w:tcPr>
          <w:p w14:paraId="08A7415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383517F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43B83944" w14:textId="77777777" w:rsidTr="00146EEC">
        <w:tc>
          <w:tcPr>
            <w:tcW w:w="2689" w:type="dxa"/>
          </w:tcPr>
          <w:p w14:paraId="62939B54" w14:textId="5DC6D6D0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Pr="00E918B8">
              <w:t xml:space="preserve"> </w:t>
            </w:r>
            <w:r w:rsidR="001769F6">
              <w:t>1</w:t>
            </w:r>
          </w:p>
        </w:tc>
        <w:tc>
          <w:tcPr>
            <w:tcW w:w="6939" w:type="dxa"/>
          </w:tcPr>
          <w:p w14:paraId="53BAE38B" w14:textId="181A1AAD" w:rsidR="00E918B8" w:rsidRPr="00E918B8" w:rsidRDefault="00E918B8" w:rsidP="00E918B8">
            <w:pPr>
              <w:pStyle w:val="SIText"/>
            </w:pPr>
            <w:r w:rsidRPr="007C778A">
              <w:t xml:space="preserve">This version released with AHC Agriculture, Horticulture, Conservation and Land Management Training Package Version </w:t>
            </w:r>
            <w:r w:rsidR="00F032F2">
              <w:t>4</w:t>
            </w:r>
            <w:r w:rsidRPr="007C778A">
              <w:t>.0.</w:t>
            </w:r>
          </w:p>
        </w:tc>
      </w:tr>
    </w:tbl>
    <w:p w14:paraId="0D79C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9902C1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34E6251" w14:textId="5A41A7F9" w:rsidR="00F1480E" w:rsidRPr="000754EC" w:rsidRDefault="00EB27E5" w:rsidP="002A0432">
            <w:pPr>
              <w:pStyle w:val="SIUNITCODE"/>
            </w:pPr>
            <w:r>
              <w:t>AHCBUS</w:t>
            </w:r>
            <w:r w:rsidR="00D932CE">
              <w:t>6</w:t>
            </w:r>
            <w:r w:rsidR="001769F6">
              <w:t>1</w:t>
            </w:r>
            <w:r w:rsidR="00D932CE">
              <w:t>1</w:t>
            </w:r>
          </w:p>
        </w:tc>
        <w:tc>
          <w:tcPr>
            <w:tcW w:w="3604" w:type="pct"/>
            <w:shd w:val="clear" w:color="auto" w:fill="auto"/>
          </w:tcPr>
          <w:p w14:paraId="411E7C37" w14:textId="77777777" w:rsidR="00F1480E" w:rsidRPr="000754EC" w:rsidRDefault="00D932CE" w:rsidP="000754EC">
            <w:pPr>
              <w:pStyle w:val="SIUnittitle"/>
            </w:pPr>
            <w:r w:rsidRPr="00D932CE">
              <w:t>Manage capital works</w:t>
            </w:r>
          </w:p>
        </w:tc>
      </w:tr>
      <w:tr w:rsidR="00F1480E" w:rsidRPr="00963A46" w14:paraId="158290A6" w14:textId="77777777" w:rsidTr="00CA2922">
        <w:tc>
          <w:tcPr>
            <w:tcW w:w="1396" w:type="pct"/>
            <w:shd w:val="clear" w:color="auto" w:fill="auto"/>
          </w:tcPr>
          <w:p w14:paraId="3AF732BC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86236BB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ADA7502" w14:textId="798D1666" w:rsidR="00D932CE" w:rsidRPr="00D932CE" w:rsidRDefault="00D932CE" w:rsidP="00D932CE">
            <w:pPr>
              <w:pStyle w:val="SIText"/>
            </w:pPr>
            <w:r w:rsidRPr="006C18C5">
              <w:t xml:space="preserve">This unit of competency describes the skills and knowledge required to manage the planning and </w:t>
            </w:r>
            <w:r w:rsidRPr="00D932CE">
              <w:t>construction of capital works</w:t>
            </w:r>
            <w:r w:rsidR="00B47455">
              <w:t xml:space="preserve"> projects</w:t>
            </w:r>
            <w:r w:rsidRPr="00D932CE">
              <w:t>.</w:t>
            </w:r>
          </w:p>
          <w:p w14:paraId="19C795BC" w14:textId="77777777" w:rsidR="00D932CE" w:rsidRPr="006C18C5" w:rsidRDefault="00D932CE" w:rsidP="00D932CE">
            <w:pPr>
              <w:pStyle w:val="SIText"/>
            </w:pPr>
          </w:p>
          <w:p w14:paraId="298D392D" w14:textId="19E78C9E" w:rsidR="00D932CE" w:rsidRDefault="00D932CE" w:rsidP="00D932CE">
            <w:pPr>
              <w:pStyle w:val="SIText"/>
            </w:pPr>
            <w:r w:rsidRPr="006C18C5">
              <w:t xml:space="preserve">This unit applies to individuals who </w:t>
            </w:r>
            <w:r w:rsidR="00C82440">
              <w:t>manage</w:t>
            </w:r>
            <w:r w:rsidR="00856BBF">
              <w:t xml:space="preserve"> </w:t>
            </w:r>
            <w:r w:rsidR="00BD0CD1">
              <w:t>capital works</w:t>
            </w:r>
            <w:r w:rsidR="00BD0CD1" w:rsidRPr="00BD0CD1">
              <w:t xml:space="preserve"> </w:t>
            </w:r>
            <w:r w:rsidR="00C82440">
              <w:t xml:space="preserve">projects. </w:t>
            </w:r>
            <w:r w:rsidR="00BD0CD1">
              <w:t xml:space="preserve">They </w:t>
            </w:r>
            <w:r w:rsidR="00C82440">
              <w:t>take</w:t>
            </w:r>
            <w:r w:rsidRPr="006C18C5">
              <w:t xml:space="preserve"> personal responsibility for their own work and exercise autonomy in undertaking complex work. </w:t>
            </w:r>
            <w:r w:rsidR="00C82440">
              <w:t>They</w:t>
            </w:r>
            <w:r w:rsidRPr="006C18C5">
              <w:t xml:space="preserve"> analyse, design and communicate solutions to a range of complex problems.</w:t>
            </w:r>
          </w:p>
          <w:p w14:paraId="722CD17F" w14:textId="77777777" w:rsidR="00C13E60" w:rsidRPr="00D932CE" w:rsidRDefault="00C13E60" w:rsidP="00D932CE">
            <w:pPr>
              <w:pStyle w:val="SIText"/>
            </w:pPr>
          </w:p>
          <w:p w14:paraId="527D3384" w14:textId="77777777" w:rsidR="00C13E60" w:rsidRPr="00C13E60" w:rsidRDefault="00C13E60" w:rsidP="00C13E60">
            <w:pPr>
              <w:pStyle w:val="SIText"/>
            </w:pPr>
            <w:r w:rsidRPr="006C18C5">
              <w:t>All work must be carried out to comply with organisational requirements, work health and safety legislation and codes, sustainability practices and in consultation with the management team.</w:t>
            </w:r>
          </w:p>
          <w:p w14:paraId="29D73942" w14:textId="77777777" w:rsidR="00D932CE" w:rsidRPr="006C18C5" w:rsidRDefault="00D932CE" w:rsidP="00D932CE">
            <w:pPr>
              <w:pStyle w:val="SIText"/>
            </w:pPr>
          </w:p>
          <w:p w14:paraId="40BC5E83" w14:textId="7501135A" w:rsidR="00373436" w:rsidRPr="000754EC" w:rsidRDefault="00D932CE" w:rsidP="00D932CE">
            <w:pPr>
              <w:pStyle w:val="SIText"/>
            </w:pPr>
            <w:r w:rsidRPr="006C18C5">
              <w:t>No licensing, legislative or certification requirements apply to this unit at the time of publication.</w:t>
            </w:r>
          </w:p>
        </w:tc>
      </w:tr>
      <w:tr w:rsidR="00F1480E" w:rsidRPr="00963A46" w14:paraId="22BC2555" w14:textId="77777777" w:rsidTr="00CA2922">
        <w:tc>
          <w:tcPr>
            <w:tcW w:w="1396" w:type="pct"/>
            <w:shd w:val="clear" w:color="auto" w:fill="auto"/>
          </w:tcPr>
          <w:p w14:paraId="4CF3E79A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408DABC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3CBC0964" w14:textId="77777777" w:rsidTr="00CA2922">
        <w:tc>
          <w:tcPr>
            <w:tcW w:w="1396" w:type="pct"/>
            <w:shd w:val="clear" w:color="auto" w:fill="auto"/>
          </w:tcPr>
          <w:p w14:paraId="26F0E8D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321A4CD" w14:textId="77777777" w:rsidR="00F1480E" w:rsidRPr="000754EC" w:rsidRDefault="005B2096" w:rsidP="002F4BEC">
            <w:pPr>
              <w:pStyle w:val="SIText"/>
            </w:pPr>
            <w:r w:rsidRPr="00075BCF">
              <w:t>Business (BUS)</w:t>
            </w:r>
          </w:p>
        </w:tc>
      </w:tr>
    </w:tbl>
    <w:p w14:paraId="14C10EA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B46060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D5C1EE5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21A0531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23181EF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861796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E7C50B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932CE" w:rsidRPr="00963A46" w14:paraId="7BB7064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0524E45" w14:textId="23A4DDFA" w:rsidR="00D932CE" w:rsidRPr="00D932CE" w:rsidRDefault="00D932CE" w:rsidP="00D932CE">
            <w:pPr>
              <w:pStyle w:val="SIText"/>
            </w:pPr>
            <w:r>
              <w:t>1.</w:t>
            </w:r>
            <w:r w:rsidR="00C13E60">
              <w:t xml:space="preserve"> </w:t>
            </w:r>
            <w:r w:rsidRPr="00D932CE">
              <w:t>Identify scope of capital works</w:t>
            </w:r>
          </w:p>
        </w:tc>
        <w:tc>
          <w:tcPr>
            <w:tcW w:w="3604" w:type="pct"/>
            <w:shd w:val="clear" w:color="auto" w:fill="auto"/>
          </w:tcPr>
          <w:p w14:paraId="3091797F" w14:textId="77777777" w:rsidR="00D932CE" w:rsidRPr="00D932CE" w:rsidRDefault="00D932CE" w:rsidP="00D932CE">
            <w:pPr>
              <w:pStyle w:val="SIText"/>
            </w:pPr>
            <w:r>
              <w:t xml:space="preserve">1.1 </w:t>
            </w:r>
            <w:r w:rsidRPr="006C18C5">
              <w:t>Determine the scope of the proposed capital works</w:t>
            </w:r>
          </w:p>
          <w:p w14:paraId="57EED21B" w14:textId="77777777" w:rsidR="00D932CE" w:rsidRPr="00D932CE" w:rsidRDefault="00D932CE" w:rsidP="00D932CE">
            <w:pPr>
              <w:pStyle w:val="SIText"/>
            </w:pPr>
            <w:r w:rsidRPr="006C18C5">
              <w:t>1.2</w:t>
            </w:r>
            <w:r>
              <w:t xml:space="preserve"> </w:t>
            </w:r>
            <w:r w:rsidRPr="006C18C5">
              <w:t xml:space="preserve">Develop a strategy to achieve </w:t>
            </w:r>
            <w:r w:rsidRPr="00D932CE">
              <w:t>objectives, outcomes and client requirements for the capital works</w:t>
            </w:r>
          </w:p>
          <w:p w14:paraId="7FFF2EE5" w14:textId="77777777" w:rsidR="00D932CE" w:rsidRPr="00D932CE" w:rsidRDefault="00D932CE" w:rsidP="00D932CE">
            <w:pPr>
              <w:pStyle w:val="SIText"/>
            </w:pPr>
            <w:r w:rsidRPr="006C18C5">
              <w:t>1.3</w:t>
            </w:r>
            <w:r>
              <w:t xml:space="preserve"> </w:t>
            </w:r>
            <w:r w:rsidRPr="006C18C5">
              <w:t>Develop an effective risk management system to ensure objectives can be met within the enterprises allocated budget</w:t>
            </w:r>
          </w:p>
        </w:tc>
      </w:tr>
      <w:tr w:rsidR="00D932CE" w:rsidRPr="00963A46" w14:paraId="1A97662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778614E" w14:textId="06E482A9" w:rsidR="00D932CE" w:rsidRPr="00D932CE" w:rsidRDefault="00D932CE" w:rsidP="00D932CE">
            <w:pPr>
              <w:pStyle w:val="SIText"/>
            </w:pPr>
            <w:r>
              <w:t>2.</w:t>
            </w:r>
            <w:r w:rsidR="00C13E60">
              <w:t xml:space="preserve"> </w:t>
            </w:r>
            <w:r w:rsidRPr="00D932CE">
              <w:t>Acquire resources</w:t>
            </w:r>
          </w:p>
        </w:tc>
        <w:tc>
          <w:tcPr>
            <w:tcW w:w="3604" w:type="pct"/>
            <w:shd w:val="clear" w:color="auto" w:fill="auto"/>
          </w:tcPr>
          <w:p w14:paraId="2039B7E4" w14:textId="4E133FF2" w:rsidR="00D932CE" w:rsidRPr="00D932CE" w:rsidRDefault="00D932CE" w:rsidP="00D932CE">
            <w:pPr>
              <w:pStyle w:val="SIText"/>
            </w:pPr>
            <w:r w:rsidRPr="006C18C5">
              <w:t>2.1</w:t>
            </w:r>
            <w:r>
              <w:t xml:space="preserve"> </w:t>
            </w:r>
            <w:r w:rsidRPr="006C18C5">
              <w:t>Identify, acquire and allocate resources, equipment and infrastructure</w:t>
            </w:r>
            <w:r w:rsidR="00BD0CD1">
              <w:t xml:space="preserve"> for construction</w:t>
            </w:r>
            <w:r w:rsidRPr="006C18C5">
              <w:t xml:space="preserve"> </w:t>
            </w:r>
          </w:p>
          <w:p w14:paraId="61507566" w14:textId="77777777" w:rsidR="00D932CE" w:rsidRPr="00D932CE" w:rsidRDefault="00D932CE" w:rsidP="00D932CE">
            <w:pPr>
              <w:pStyle w:val="SIText"/>
            </w:pPr>
            <w:r w:rsidRPr="006C18C5">
              <w:t>2.2</w:t>
            </w:r>
            <w:r>
              <w:t xml:space="preserve"> </w:t>
            </w:r>
            <w:r w:rsidRPr="006C18C5">
              <w:t>Analyse scope and objectives of works to determine the tasks to achieve agreed outcomes on time and within budget</w:t>
            </w:r>
          </w:p>
          <w:p w14:paraId="66B4C682" w14:textId="77777777" w:rsidR="00D932CE" w:rsidRPr="00D932CE" w:rsidRDefault="00D932CE" w:rsidP="00D932CE">
            <w:pPr>
              <w:pStyle w:val="SIText"/>
            </w:pPr>
            <w:r w:rsidRPr="006C18C5">
              <w:t>2.3</w:t>
            </w:r>
            <w:r>
              <w:t xml:space="preserve"> </w:t>
            </w:r>
            <w:r w:rsidRPr="006C18C5">
              <w:t>Develop and apply processes for monitoring, evaluating and reporting performance against objectives</w:t>
            </w:r>
          </w:p>
          <w:p w14:paraId="40305E1D" w14:textId="77777777" w:rsidR="00D932CE" w:rsidRPr="00D932CE" w:rsidRDefault="00D932CE" w:rsidP="00D932CE">
            <w:pPr>
              <w:pStyle w:val="SIText"/>
            </w:pPr>
            <w:r w:rsidRPr="006C18C5">
              <w:t>2.4</w:t>
            </w:r>
            <w:r>
              <w:t xml:space="preserve"> </w:t>
            </w:r>
            <w:r w:rsidRPr="006C18C5">
              <w:t>Identify and agree roles and responsibilities of team members and stakeholders</w:t>
            </w:r>
          </w:p>
        </w:tc>
      </w:tr>
      <w:tr w:rsidR="00D932CE" w:rsidRPr="00963A46" w14:paraId="1D32C60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D3714C0" w14:textId="077541C6" w:rsidR="00D932CE" w:rsidRPr="00D932CE" w:rsidRDefault="00D932CE" w:rsidP="00D932CE">
            <w:pPr>
              <w:pStyle w:val="SIText"/>
            </w:pPr>
            <w:r>
              <w:t>3.</w:t>
            </w:r>
            <w:r w:rsidR="00C13E60">
              <w:t xml:space="preserve"> </w:t>
            </w:r>
            <w:r w:rsidRPr="00D932CE">
              <w:t>Manage construction activities</w:t>
            </w:r>
          </w:p>
        </w:tc>
        <w:tc>
          <w:tcPr>
            <w:tcW w:w="3604" w:type="pct"/>
            <w:shd w:val="clear" w:color="auto" w:fill="auto"/>
          </w:tcPr>
          <w:p w14:paraId="0523EC22" w14:textId="77777777" w:rsidR="00D932CE" w:rsidRPr="00D932CE" w:rsidRDefault="00D932CE" w:rsidP="00D932CE">
            <w:pPr>
              <w:pStyle w:val="SIText"/>
            </w:pPr>
            <w:r w:rsidRPr="006C18C5">
              <w:t>3.1</w:t>
            </w:r>
            <w:r>
              <w:t xml:space="preserve"> </w:t>
            </w:r>
            <w:r w:rsidRPr="006C18C5">
              <w:t>Implement tasks in accordance with plans and specifications</w:t>
            </w:r>
          </w:p>
          <w:p w14:paraId="4E269AC9" w14:textId="6175C8D9" w:rsidR="00D932CE" w:rsidRPr="00D932CE" w:rsidRDefault="00D932CE" w:rsidP="00D932CE">
            <w:pPr>
              <w:pStyle w:val="SIText"/>
            </w:pPr>
            <w:r w:rsidRPr="006C18C5">
              <w:t>3.2</w:t>
            </w:r>
            <w:r>
              <w:t xml:space="preserve"> </w:t>
            </w:r>
            <w:r w:rsidRPr="006C18C5">
              <w:t xml:space="preserve">Establish </w:t>
            </w:r>
            <w:r w:rsidR="001A03D6">
              <w:t xml:space="preserve">and utilised </w:t>
            </w:r>
            <w:r w:rsidRPr="006C18C5">
              <w:t>communication process including responsibilities for conflict resolution</w:t>
            </w:r>
          </w:p>
          <w:p w14:paraId="3A0CE0F8" w14:textId="77777777" w:rsidR="00D932CE" w:rsidRPr="00D932CE" w:rsidRDefault="00D932CE" w:rsidP="00D932CE">
            <w:pPr>
              <w:pStyle w:val="SIText"/>
            </w:pPr>
            <w:r w:rsidRPr="006C18C5">
              <w:t>3.3</w:t>
            </w:r>
            <w:r>
              <w:t xml:space="preserve"> </w:t>
            </w:r>
            <w:r w:rsidRPr="006C18C5">
              <w:t>Monitor progress to ensure time, performance, cost and quality of works is achieved</w:t>
            </w:r>
          </w:p>
          <w:p w14:paraId="1B1F5CAB" w14:textId="77777777" w:rsidR="00D932CE" w:rsidRPr="00D932CE" w:rsidRDefault="00D932CE" w:rsidP="00D932CE">
            <w:pPr>
              <w:pStyle w:val="SIText"/>
            </w:pPr>
            <w:r w:rsidRPr="006C18C5">
              <w:t>3.4</w:t>
            </w:r>
            <w:r>
              <w:t xml:space="preserve"> </w:t>
            </w:r>
            <w:r w:rsidRPr="006C18C5">
              <w:t>Investigate and negotiate proposed variations in consultation with stakeholders</w:t>
            </w:r>
          </w:p>
        </w:tc>
      </w:tr>
      <w:tr w:rsidR="00D932CE" w:rsidRPr="00963A46" w14:paraId="3381A35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FE45722" w14:textId="77777777" w:rsidR="00D932CE" w:rsidRPr="00D932CE" w:rsidRDefault="00D932CE" w:rsidP="00D932CE">
            <w:pPr>
              <w:pStyle w:val="SIText"/>
            </w:pPr>
            <w:r>
              <w:t>4. C</w:t>
            </w:r>
            <w:r w:rsidRPr="00D932CE">
              <w:t>omplete capital works and evaluate and report on activities</w:t>
            </w:r>
          </w:p>
        </w:tc>
        <w:tc>
          <w:tcPr>
            <w:tcW w:w="3604" w:type="pct"/>
            <w:shd w:val="clear" w:color="auto" w:fill="auto"/>
          </w:tcPr>
          <w:p w14:paraId="35EF839A" w14:textId="77777777" w:rsidR="00D932CE" w:rsidRPr="00D932CE" w:rsidRDefault="00D932CE" w:rsidP="00D932CE">
            <w:pPr>
              <w:pStyle w:val="SIText"/>
            </w:pPr>
            <w:r w:rsidRPr="006C18C5">
              <w:t>4.1</w:t>
            </w:r>
            <w:r>
              <w:t xml:space="preserve"> </w:t>
            </w:r>
            <w:r w:rsidRPr="006C18C5">
              <w:t xml:space="preserve">Undertake </w:t>
            </w:r>
            <w:r w:rsidRPr="00D932CE">
              <w:t>site inspections to ensure all outcomes are met</w:t>
            </w:r>
          </w:p>
          <w:p w14:paraId="40987307" w14:textId="77777777" w:rsidR="00D932CE" w:rsidRPr="00D932CE" w:rsidRDefault="00D932CE" w:rsidP="00D932CE">
            <w:pPr>
              <w:pStyle w:val="SIText"/>
            </w:pPr>
            <w:r w:rsidRPr="006C18C5">
              <w:t>4.2</w:t>
            </w:r>
            <w:r>
              <w:t xml:space="preserve"> </w:t>
            </w:r>
            <w:r w:rsidRPr="006C18C5">
              <w:t>Undertake evaluation of completed project against agreed objectives and report to stakeholders</w:t>
            </w:r>
          </w:p>
        </w:tc>
      </w:tr>
    </w:tbl>
    <w:p w14:paraId="0F642B9B" w14:textId="77777777" w:rsidR="005F771F" w:rsidRDefault="005F771F" w:rsidP="005F771F">
      <w:pPr>
        <w:pStyle w:val="SIText"/>
      </w:pPr>
    </w:p>
    <w:p w14:paraId="10E99B79" w14:textId="77777777" w:rsidR="005F771F" w:rsidRPr="000754EC" w:rsidRDefault="005F771F" w:rsidP="000754EC">
      <w:r>
        <w:br w:type="page"/>
      </w:r>
    </w:p>
    <w:p w14:paraId="6CFE335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F6CE210" w14:textId="77777777" w:rsidTr="00CA2922">
        <w:trPr>
          <w:tblHeader/>
        </w:trPr>
        <w:tc>
          <w:tcPr>
            <w:tcW w:w="5000" w:type="pct"/>
            <w:gridSpan w:val="2"/>
          </w:tcPr>
          <w:p w14:paraId="6F048E4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CD26B58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6F84D64" w14:textId="77777777" w:rsidTr="00CA2922">
        <w:trPr>
          <w:tblHeader/>
        </w:trPr>
        <w:tc>
          <w:tcPr>
            <w:tcW w:w="1396" w:type="pct"/>
          </w:tcPr>
          <w:p w14:paraId="1F296A8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2E7F03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0CDD6690" w14:textId="77777777" w:rsidTr="00CA2922">
        <w:tc>
          <w:tcPr>
            <w:tcW w:w="1396" w:type="pct"/>
          </w:tcPr>
          <w:p w14:paraId="5EBDF17C" w14:textId="2FF26463" w:rsidR="00F1480E" w:rsidRPr="000754EC" w:rsidRDefault="00C13E60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37E5FB10" w14:textId="08A03D57" w:rsidR="00F1480E" w:rsidRPr="000754EC" w:rsidRDefault="00C13E60" w:rsidP="00DD0726">
            <w:pPr>
              <w:pStyle w:val="SIBulletList1"/>
            </w:pPr>
            <w:r>
              <w:t xml:space="preserve">Monitor and manage </w:t>
            </w:r>
            <w:r w:rsidR="001A03D6">
              <w:t xml:space="preserve">project </w:t>
            </w:r>
            <w:r>
              <w:t>expenditure and timelines</w:t>
            </w:r>
          </w:p>
        </w:tc>
      </w:tr>
    </w:tbl>
    <w:p w14:paraId="2522D67D" w14:textId="77777777" w:rsidR="00916CD7" w:rsidRDefault="00916CD7" w:rsidP="005F771F">
      <w:pPr>
        <w:pStyle w:val="SIText"/>
      </w:pPr>
    </w:p>
    <w:p w14:paraId="448B313B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BC5832A" w14:textId="77777777" w:rsidTr="00F33FF2">
        <w:tc>
          <w:tcPr>
            <w:tcW w:w="5000" w:type="pct"/>
            <w:gridSpan w:val="4"/>
          </w:tcPr>
          <w:p w14:paraId="2B022155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A89142C" w14:textId="77777777" w:rsidTr="00F33FF2">
        <w:tc>
          <w:tcPr>
            <w:tcW w:w="1028" w:type="pct"/>
          </w:tcPr>
          <w:p w14:paraId="33458819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D82F682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437A161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537035F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932CE" w14:paraId="65256113" w14:textId="77777777" w:rsidTr="00F33FF2">
        <w:tc>
          <w:tcPr>
            <w:tcW w:w="1028" w:type="pct"/>
          </w:tcPr>
          <w:p w14:paraId="77D7D2D1" w14:textId="28CCDA88" w:rsidR="00622B9B" w:rsidRPr="00D932CE" w:rsidRDefault="00D932CE" w:rsidP="001769F6">
            <w:pPr>
              <w:pStyle w:val="SIText"/>
            </w:pPr>
            <w:r w:rsidRPr="006C18C5">
              <w:t>AHCBUS6</w:t>
            </w:r>
            <w:r w:rsidR="001769F6">
              <w:t>1</w:t>
            </w:r>
            <w:r w:rsidRPr="006C18C5">
              <w:t>1 Manage capital works</w:t>
            </w:r>
          </w:p>
        </w:tc>
        <w:tc>
          <w:tcPr>
            <w:tcW w:w="1105" w:type="pct"/>
          </w:tcPr>
          <w:p w14:paraId="2DBF9F6D" w14:textId="55E85531" w:rsidR="00622B9B" w:rsidRPr="00D932CE" w:rsidRDefault="00D932CE" w:rsidP="001769F6">
            <w:pPr>
              <w:pStyle w:val="SIText"/>
            </w:pPr>
            <w:r w:rsidRPr="006C18C5">
              <w:t>AHCBUS601 Manage capital works</w:t>
            </w:r>
          </w:p>
        </w:tc>
        <w:tc>
          <w:tcPr>
            <w:tcW w:w="1251" w:type="pct"/>
          </w:tcPr>
          <w:p w14:paraId="0904B190" w14:textId="77777777" w:rsidR="004C26BB" w:rsidRDefault="00C13E60" w:rsidP="00D932CE">
            <w:pPr>
              <w:pStyle w:val="SIText"/>
            </w:pPr>
            <w:r w:rsidRPr="00C13E60">
              <w:t xml:space="preserve">Foundation skills added. </w:t>
            </w:r>
          </w:p>
          <w:p w14:paraId="2B53EA0C" w14:textId="0D5B7784" w:rsidR="00D932CE" w:rsidRPr="000754EC" w:rsidRDefault="00C13E60" w:rsidP="00D932CE">
            <w:pPr>
              <w:pStyle w:val="SIText"/>
            </w:pPr>
            <w:r w:rsidRPr="00C13E60">
              <w:t>Assessment requirements updated.</w:t>
            </w:r>
          </w:p>
        </w:tc>
        <w:tc>
          <w:tcPr>
            <w:tcW w:w="1616" w:type="pct"/>
          </w:tcPr>
          <w:p w14:paraId="4D4692D8" w14:textId="77777777" w:rsidR="00D932CE" w:rsidRPr="00D932CE" w:rsidRDefault="00D932CE" w:rsidP="00D932CE">
            <w:pPr>
              <w:pStyle w:val="SIText"/>
            </w:pPr>
            <w:r w:rsidRPr="000754EC">
              <w:t xml:space="preserve">Equivalent unit </w:t>
            </w:r>
          </w:p>
          <w:p w14:paraId="277C430F" w14:textId="77777777" w:rsidR="00D932CE" w:rsidRPr="00D932CE" w:rsidRDefault="00D932CE" w:rsidP="00D932CE">
            <w:pPr>
              <w:pStyle w:val="SIText"/>
            </w:pPr>
          </w:p>
        </w:tc>
      </w:tr>
    </w:tbl>
    <w:p w14:paraId="660A12C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0C7F935" w14:textId="77777777" w:rsidTr="00CA2922">
        <w:tc>
          <w:tcPr>
            <w:tcW w:w="1396" w:type="pct"/>
            <w:shd w:val="clear" w:color="auto" w:fill="auto"/>
          </w:tcPr>
          <w:p w14:paraId="2B80612C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71CA3E1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B66E5C" w:rsidRPr="000A1436">
              <w:t>https://vetnet.education.gov.au/Pages/TrainingDocs.aspx?q=c6399549-9c62-4a5e-bf1a-524b2322cf72</w:t>
            </w:r>
          </w:p>
        </w:tc>
      </w:tr>
    </w:tbl>
    <w:p w14:paraId="32B03382" w14:textId="77777777" w:rsidR="00F1480E" w:rsidRDefault="00F1480E" w:rsidP="005F771F">
      <w:pPr>
        <w:pStyle w:val="SIText"/>
      </w:pPr>
    </w:p>
    <w:p w14:paraId="2CB4C01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174F44C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3B1A1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F649A01" w14:textId="74615644" w:rsidR="00556C4C" w:rsidRPr="000754EC" w:rsidRDefault="00556C4C" w:rsidP="002A0432">
            <w:pPr>
              <w:pStyle w:val="SIUnittitle"/>
            </w:pPr>
            <w:r w:rsidRPr="00F56827">
              <w:t xml:space="preserve">Assessment requirements for </w:t>
            </w:r>
            <w:r w:rsidR="00D932CE" w:rsidRPr="006C18C5">
              <w:t>AHCBUS6</w:t>
            </w:r>
            <w:r w:rsidR="001769F6">
              <w:t>1</w:t>
            </w:r>
            <w:r w:rsidR="00D932CE" w:rsidRPr="006C18C5">
              <w:t>1 Manage capital works</w:t>
            </w:r>
          </w:p>
        </w:tc>
      </w:tr>
      <w:tr w:rsidR="00556C4C" w:rsidRPr="00A55106" w14:paraId="79F6B0A3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ECD02F1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4927ECA" w14:textId="77777777" w:rsidTr="00113678">
        <w:tc>
          <w:tcPr>
            <w:tcW w:w="5000" w:type="pct"/>
            <w:gridSpan w:val="2"/>
            <w:shd w:val="clear" w:color="auto" w:fill="auto"/>
          </w:tcPr>
          <w:p w14:paraId="3858857C" w14:textId="1BBCC21B" w:rsidR="00D932CE" w:rsidRDefault="00C13E60" w:rsidP="00D932CE">
            <w:pPr>
              <w:pStyle w:val="SIText"/>
            </w:pPr>
            <w:r w:rsidRPr="000754EC">
              <w:t xml:space="preserve">An individual demonstrating </w:t>
            </w:r>
            <w:r w:rsidRPr="00C13E60">
              <w:t xml:space="preserve">competency must satisfy all of the elements and performance criteria in this unit. There must be evidence that the individual has </w:t>
            </w:r>
            <w:r>
              <w:t xml:space="preserve">managed at least one </w:t>
            </w:r>
            <w:r w:rsidR="001A03D6">
              <w:t xml:space="preserve">capital works </w:t>
            </w:r>
            <w:r>
              <w:t>project</w:t>
            </w:r>
            <w:r w:rsidR="001A03D6">
              <w:t>, including:</w:t>
            </w:r>
          </w:p>
          <w:p w14:paraId="7051F3A5" w14:textId="2B535F84" w:rsidR="00D932CE" w:rsidRPr="00D932CE" w:rsidRDefault="00D932CE" w:rsidP="00D932CE">
            <w:pPr>
              <w:pStyle w:val="SIBulletList1"/>
            </w:pPr>
            <w:r w:rsidRPr="00D8199D">
              <w:t>negotiate</w:t>
            </w:r>
            <w:r w:rsidR="001A03D6">
              <w:t>d</w:t>
            </w:r>
            <w:r w:rsidRPr="00D8199D">
              <w:t xml:space="preserve"> with contractors and suppliers, and internal and external clients</w:t>
            </w:r>
          </w:p>
          <w:p w14:paraId="12FD0185" w14:textId="5245CE30" w:rsidR="00D932CE" w:rsidRPr="00D932CE" w:rsidRDefault="00D932CE" w:rsidP="00D932CE">
            <w:pPr>
              <w:pStyle w:val="SIBulletList1"/>
            </w:pPr>
            <w:r w:rsidRPr="00D8199D">
              <w:t>develop</w:t>
            </w:r>
            <w:r w:rsidR="001A03D6">
              <w:t>ed</w:t>
            </w:r>
            <w:r w:rsidRPr="00D8199D">
              <w:t xml:space="preserve"> a strategy to achieve project outcomes and client requirements</w:t>
            </w:r>
          </w:p>
          <w:p w14:paraId="0F301978" w14:textId="7CCFF59D" w:rsidR="00D932CE" w:rsidRPr="00D932CE" w:rsidRDefault="00D932CE" w:rsidP="00D932CE">
            <w:pPr>
              <w:pStyle w:val="SIBulletList1"/>
            </w:pPr>
            <w:r w:rsidRPr="00D8199D">
              <w:t>monitor</w:t>
            </w:r>
            <w:r w:rsidR="001A03D6">
              <w:t>ed</w:t>
            </w:r>
            <w:r w:rsidRPr="00D8199D">
              <w:t>, evaluate</w:t>
            </w:r>
            <w:r w:rsidR="001A03D6">
              <w:t>d</w:t>
            </w:r>
            <w:r w:rsidRPr="00D8199D">
              <w:t xml:space="preserve"> and report</w:t>
            </w:r>
            <w:r w:rsidR="00784D3B">
              <w:t>ed</w:t>
            </w:r>
            <w:r w:rsidRPr="00D8199D">
              <w:t xml:space="preserve"> on progress</w:t>
            </w:r>
            <w:r w:rsidRPr="00D932CE">
              <w:t xml:space="preserve"> of works</w:t>
            </w:r>
          </w:p>
          <w:p w14:paraId="434DD561" w14:textId="53B10D02" w:rsidR="00D932CE" w:rsidRPr="00D932CE" w:rsidRDefault="00D932CE" w:rsidP="00D932CE">
            <w:pPr>
              <w:pStyle w:val="SIBulletList1"/>
            </w:pPr>
            <w:r w:rsidRPr="00D8199D">
              <w:t>resolve</w:t>
            </w:r>
            <w:r w:rsidR="001A03D6">
              <w:t>d</w:t>
            </w:r>
            <w:r w:rsidRPr="00D8199D">
              <w:t xml:space="preserve"> disagreements and disputes satisfactorily </w:t>
            </w:r>
          </w:p>
          <w:p w14:paraId="3C9C55C0" w14:textId="7A476561" w:rsidR="001A03D6" w:rsidRPr="000754EC" w:rsidRDefault="00D932CE" w:rsidP="001769F6">
            <w:pPr>
              <w:pStyle w:val="SIBulletList1"/>
            </w:pPr>
            <w:r w:rsidRPr="00D8199D">
              <w:t>evaluate</w:t>
            </w:r>
            <w:r w:rsidR="00A125D4">
              <w:t>d</w:t>
            </w:r>
            <w:r w:rsidR="001A03D6">
              <w:t xml:space="preserve"> and reported on </w:t>
            </w:r>
            <w:r w:rsidRPr="00D8199D">
              <w:t>project achievements.</w:t>
            </w:r>
          </w:p>
        </w:tc>
      </w:tr>
    </w:tbl>
    <w:p w14:paraId="1316F5A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2CD31A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2DA110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23695E0" w14:textId="77777777" w:rsidTr="00CA2922">
        <w:tc>
          <w:tcPr>
            <w:tcW w:w="5000" w:type="pct"/>
            <w:shd w:val="clear" w:color="auto" w:fill="auto"/>
          </w:tcPr>
          <w:p w14:paraId="4CF97704" w14:textId="77777777" w:rsidR="00C13E60" w:rsidRPr="00C13E60" w:rsidRDefault="00C13E60" w:rsidP="00C13E60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C13E60">
              <w:t>in the elements and performance criteria of this unit. This includes knowledge of:</w:t>
            </w:r>
          </w:p>
          <w:p w14:paraId="33779F0B" w14:textId="69C0CBBF" w:rsidR="00D932CE" w:rsidRPr="00D932CE" w:rsidRDefault="00D932CE" w:rsidP="00D932CE">
            <w:pPr>
              <w:pStyle w:val="SIBulletList1"/>
            </w:pPr>
            <w:r w:rsidRPr="00D8199D">
              <w:t>human resource management and policies</w:t>
            </w:r>
            <w:r w:rsidR="001A03D6">
              <w:t xml:space="preserve"> for the enterprise</w:t>
            </w:r>
          </w:p>
          <w:p w14:paraId="70AB1CA3" w14:textId="77777777" w:rsidR="00D932CE" w:rsidRPr="00D932CE" w:rsidRDefault="00D932CE" w:rsidP="00D932CE">
            <w:pPr>
              <w:pStyle w:val="SIBulletList1"/>
            </w:pPr>
            <w:r w:rsidRPr="00D8199D">
              <w:t>project management systems</w:t>
            </w:r>
          </w:p>
          <w:p w14:paraId="6F76803D" w14:textId="77777777" w:rsidR="00D932CE" w:rsidRPr="00D932CE" w:rsidRDefault="00D932CE" w:rsidP="00D932CE">
            <w:pPr>
              <w:pStyle w:val="SIBulletList1"/>
            </w:pPr>
            <w:r w:rsidRPr="00D8199D">
              <w:t>project management tools and techniques</w:t>
            </w:r>
          </w:p>
          <w:p w14:paraId="30229B13" w14:textId="77777777" w:rsidR="00D932CE" w:rsidRPr="00D932CE" w:rsidRDefault="00D932CE" w:rsidP="00D932CE">
            <w:pPr>
              <w:pStyle w:val="SIBulletList1"/>
            </w:pPr>
            <w:r w:rsidRPr="00D8199D">
              <w:t>cost schedule control systems</w:t>
            </w:r>
          </w:p>
          <w:p w14:paraId="3AA3E592" w14:textId="77777777" w:rsidR="00D932CE" w:rsidRPr="00D932CE" w:rsidRDefault="00D932CE" w:rsidP="00D932CE">
            <w:pPr>
              <w:pStyle w:val="SIBulletList1"/>
            </w:pPr>
            <w:r w:rsidRPr="00D8199D">
              <w:t>enterprise procurement guidelines</w:t>
            </w:r>
          </w:p>
          <w:p w14:paraId="3CAAD853" w14:textId="77777777" w:rsidR="00D932CE" w:rsidRPr="00D932CE" w:rsidRDefault="00D932CE" w:rsidP="00D932CE">
            <w:pPr>
              <w:pStyle w:val="SIBulletList1"/>
            </w:pPr>
            <w:r w:rsidRPr="00D8199D">
              <w:t>enterprise project management policies</w:t>
            </w:r>
          </w:p>
          <w:p w14:paraId="0139AA2B" w14:textId="77777777" w:rsidR="00D932CE" w:rsidRPr="00D932CE" w:rsidRDefault="00D932CE" w:rsidP="00D932CE">
            <w:pPr>
              <w:pStyle w:val="SIBulletList1"/>
            </w:pPr>
            <w:r w:rsidRPr="00D8199D">
              <w:t>risk management techniques</w:t>
            </w:r>
          </w:p>
          <w:p w14:paraId="1C41E813" w14:textId="065C975C" w:rsidR="00D932CE" w:rsidRPr="00D932CE" w:rsidRDefault="00D932CE" w:rsidP="00D932CE">
            <w:pPr>
              <w:pStyle w:val="SIBulletList1"/>
            </w:pPr>
            <w:r w:rsidRPr="00D8199D">
              <w:t>business and commercial issues</w:t>
            </w:r>
            <w:r w:rsidR="001A03D6">
              <w:t xml:space="preserve"> relevant to business/project</w:t>
            </w:r>
          </w:p>
          <w:p w14:paraId="2770DA13" w14:textId="77777777" w:rsidR="00D932CE" w:rsidRPr="00D932CE" w:rsidRDefault="00D932CE" w:rsidP="00D932CE">
            <w:pPr>
              <w:pStyle w:val="SIBulletList1"/>
            </w:pPr>
            <w:r w:rsidRPr="00D8199D">
              <w:t>basics of contract law</w:t>
            </w:r>
          </w:p>
          <w:p w14:paraId="2F6AE096" w14:textId="77777777" w:rsidR="00F1480E" w:rsidRPr="000754EC" w:rsidRDefault="00D932CE" w:rsidP="00D932CE">
            <w:pPr>
              <w:pStyle w:val="SIBulletList1"/>
            </w:pPr>
            <w:r w:rsidRPr="00D8199D">
              <w:t>physical resource management.</w:t>
            </w:r>
          </w:p>
        </w:tc>
      </w:tr>
    </w:tbl>
    <w:p w14:paraId="7320771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F82CEF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F86C00F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B206131" w14:textId="77777777" w:rsidTr="00CA2922">
        <w:tc>
          <w:tcPr>
            <w:tcW w:w="5000" w:type="pct"/>
            <w:shd w:val="clear" w:color="auto" w:fill="auto"/>
          </w:tcPr>
          <w:p w14:paraId="376F9929" w14:textId="492EF07D" w:rsidR="00C13E60" w:rsidRPr="006E7747" w:rsidRDefault="00C13E60" w:rsidP="00C13E60">
            <w:pPr>
              <w:pStyle w:val="SIText"/>
              <w:rPr>
                <w:rStyle w:val="SITemporaryText"/>
              </w:rPr>
            </w:pPr>
            <w:r>
              <w:t xml:space="preserve">Assessment of </w:t>
            </w:r>
            <w:r w:rsidRPr="00C13E60">
              <w:t xml:space="preserve">skills must take place under the following conditions: </w:t>
            </w:r>
          </w:p>
          <w:p w14:paraId="4F537DC7" w14:textId="77777777" w:rsidR="00C13E60" w:rsidRPr="00C13E60" w:rsidRDefault="00C13E60" w:rsidP="001A03D6">
            <w:pPr>
              <w:pStyle w:val="SIBulletList1"/>
            </w:pPr>
            <w:r w:rsidRPr="006E7747">
              <w:t>physical conditions:</w:t>
            </w:r>
          </w:p>
          <w:p w14:paraId="510D2ADC" w14:textId="1A98F0A8" w:rsidR="00C13E60" w:rsidRPr="00C13E60" w:rsidRDefault="00C13E60" w:rsidP="005D37BC">
            <w:pPr>
              <w:pStyle w:val="SIBulletList2"/>
              <w:rPr>
                <w:rFonts w:eastAsia="Calibri"/>
              </w:rPr>
            </w:pPr>
            <w:r w:rsidRPr="006E7747">
              <w:t>skills must be demonstrated in</w:t>
            </w:r>
            <w:r w:rsidR="00250051">
              <w:t xml:space="preserve"> a workplace setting</w:t>
            </w:r>
            <w:r w:rsidR="003424CA">
              <w:t xml:space="preserve"> </w:t>
            </w:r>
            <w:bookmarkStart w:id="0" w:name="_GoBack"/>
            <w:bookmarkEnd w:id="0"/>
            <w:r w:rsidR="00250051">
              <w:t>or</w:t>
            </w:r>
            <w:r w:rsidRPr="006E7747">
              <w:t xml:space="preserve"> an environment that accurately represents </w:t>
            </w:r>
            <w:r w:rsidR="001A03D6">
              <w:t>a capital works site</w:t>
            </w:r>
            <w:r w:rsidRPr="006E7747">
              <w:t xml:space="preserve"> </w:t>
            </w:r>
          </w:p>
          <w:p w14:paraId="6F9E9D50" w14:textId="3C8EB76C" w:rsidR="001A03D6" w:rsidRDefault="00C13E60">
            <w:pPr>
              <w:pStyle w:val="SIBulletList1"/>
            </w:pPr>
            <w:r w:rsidRPr="006E7747">
              <w:t>resources, equipment and materials</w:t>
            </w:r>
            <w:r w:rsidR="001A03D6">
              <w:t xml:space="preserve"> relevant to capital works project</w:t>
            </w:r>
          </w:p>
          <w:p w14:paraId="76604376" w14:textId="4205B286" w:rsidR="001A03D6" w:rsidRDefault="001A03D6" w:rsidP="001A03D6">
            <w:pPr>
              <w:pStyle w:val="SIBulletList1"/>
            </w:pPr>
            <w:r>
              <w:t>specifications:</w:t>
            </w:r>
          </w:p>
          <w:p w14:paraId="6E33530B" w14:textId="77777777" w:rsidR="001A03D6" w:rsidRPr="001A03D6" w:rsidRDefault="001A03D6" w:rsidP="005D37BC">
            <w:pPr>
              <w:pStyle w:val="SIBulletList2"/>
            </w:pPr>
            <w:r w:rsidRPr="00D8199D">
              <w:t xml:space="preserve">capital works specifications and </w:t>
            </w:r>
            <w:r w:rsidRPr="001A03D6">
              <w:t>objectives</w:t>
            </w:r>
          </w:p>
          <w:p w14:paraId="036F6A0F" w14:textId="630A4AA9" w:rsidR="001A03D6" w:rsidRDefault="00BD0CD1" w:rsidP="001A03D6">
            <w:pPr>
              <w:pStyle w:val="SIBulletList1"/>
            </w:pPr>
            <w:r>
              <w:t>relationships</w:t>
            </w:r>
            <w:r w:rsidR="001A03D6">
              <w:t>:</w:t>
            </w:r>
          </w:p>
          <w:p w14:paraId="1E5DC50F" w14:textId="616DF0EE" w:rsidR="001A03D6" w:rsidRPr="00C13E60" w:rsidRDefault="001A03D6" w:rsidP="005D37BC">
            <w:pPr>
              <w:pStyle w:val="SIBulletList2"/>
            </w:pPr>
            <w:r>
              <w:t>construction team.</w:t>
            </w:r>
          </w:p>
          <w:p w14:paraId="636A1011" w14:textId="77777777" w:rsidR="00C13E60" w:rsidRDefault="00C13E60" w:rsidP="00C13E60">
            <w:pPr>
              <w:pStyle w:val="SIText"/>
            </w:pPr>
          </w:p>
          <w:p w14:paraId="46580E10" w14:textId="4975D9BC" w:rsidR="00F1480E" w:rsidRPr="000754EC" w:rsidRDefault="00C13E60" w:rsidP="001769F6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C13E60">
              <w:t>must satisfy the requirements for assessors in applicable vocational education and training legislation, frameworks and/or standards.</w:t>
            </w:r>
          </w:p>
        </w:tc>
      </w:tr>
    </w:tbl>
    <w:p w14:paraId="643D656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5382435" w14:textId="77777777" w:rsidTr="004679E3">
        <w:tc>
          <w:tcPr>
            <w:tcW w:w="990" w:type="pct"/>
            <w:shd w:val="clear" w:color="auto" w:fill="auto"/>
          </w:tcPr>
          <w:p w14:paraId="2268CB2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9469F17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1551FBDE" w14:textId="77777777" w:rsidR="00F1480E" w:rsidRPr="000754EC" w:rsidRDefault="00B66E5C" w:rsidP="000754EC">
            <w:pPr>
              <w:pStyle w:val="SIText"/>
            </w:pPr>
            <w:r w:rsidRPr="000A1436">
              <w:t>https://vetnet.education.gov.au/Pages/TrainingDocs.aspx?q=c6399549-9c62-4a5e-bf1a-524b2322cf72</w:t>
            </w:r>
          </w:p>
        </w:tc>
      </w:tr>
    </w:tbl>
    <w:p w14:paraId="55D1AD57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22BC7E" w14:textId="77777777" w:rsidR="00277C22" w:rsidRDefault="00277C22" w:rsidP="00BF3F0A">
      <w:r>
        <w:separator/>
      </w:r>
    </w:p>
    <w:p w14:paraId="0CA60F69" w14:textId="77777777" w:rsidR="00277C22" w:rsidRDefault="00277C22"/>
  </w:endnote>
  <w:endnote w:type="continuationSeparator" w:id="0">
    <w:p w14:paraId="638D74C5" w14:textId="77777777" w:rsidR="00277C22" w:rsidRDefault="00277C22" w:rsidP="00BF3F0A">
      <w:r>
        <w:continuationSeparator/>
      </w:r>
    </w:p>
    <w:p w14:paraId="44C59EC1" w14:textId="77777777" w:rsidR="00277C22" w:rsidRDefault="00277C2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43C7942F" w14:textId="321C40E1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023E98">
          <w:rPr>
            <w:noProof/>
          </w:rPr>
          <w:t>3</w:t>
        </w:r>
        <w:r w:rsidRPr="000754EC">
          <w:fldChar w:fldCharType="end"/>
        </w:r>
      </w:p>
      <w:p w14:paraId="5A8C988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EC3670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007F60" w14:textId="77777777" w:rsidR="00277C22" w:rsidRDefault="00277C22" w:rsidP="00BF3F0A">
      <w:r>
        <w:separator/>
      </w:r>
    </w:p>
    <w:p w14:paraId="19237718" w14:textId="77777777" w:rsidR="00277C22" w:rsidRDefault="00277C22"/>
  </w:footnote>
  <w:footnote w:type="continuationSeparator" w:id="0">
    <w:p w14:paraId="129EDC73" w14:textId="77777777" w:rsidR="00277C22" w:rsidRDefault="00277C22" w:rsidP="00BF3F0A">
      <w:r>
        <w:continuationSeparator/>
      </w:r>
    </w:p>
    <w:p w14:paraId="737BD170" w14:textId="77777777" w:rsidR="00277C22" w:rsidRDefault="00277C2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93F9D8" w14:textId="32086761" w:rsidR="009C2650" w:rsidRPr="000754EC" w:rsidRDefault="00EB27E5" w:rsidP="00146EEC">
    <w:pPr>
      <w:pStyle w:val="SIText"/>
    </w:pPr>
    <w:r>
      <w:t>AHCBUS</w:t>
    </w:r>
    <w:r w:rsidR="00D932CE">
      <w:t>6</w:t>
    </w:r>
    <w:r w:rsidR="001769F6">
      <w:t>1</w:t>
    </w:r>
    <w:r w:rsidR="00D932CE">
      <w:t xml:space="preserve">1 </w:t>
    </w:r>
    <w:r w:rsidR="00D932CE" w:rsidRPr="00D932CE">
      <w:t>Manage capital works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881145"/>
    <w:multiLevelType w:val="hybridMultilevel"/>
    <w:tmpl w:val="6EA0502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8C904CB"/>
    <w:multiLevelType w:val="hybridMultilevel"/>
    <w:tmpl w:val="1D1E738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15"/>
  </w:num>
  <w:num w:numId="5">
    <w:abstractNumId w:val="2"/>
  </w:num>
  <w:num w:numId="6">
    <w:abstractNumId w:val="9"/>
  </w:num>
  <w:num w:numId="7">
    <w:abstractNumId w:val="3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8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tLQwMDCyMDU3NTU2MTBT0lEKTi0uzszPAykwrAUA+JvKUSwAAAA="/>
  </w:docVars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3E98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0F31FD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0C82"/>
    <w:rsid w:val="001769F6"/>
    <w:rsid w:val="00176E4F"/>
    <w:rsid w:val="0018546B"/>
    <w:rsid w:val="001A03D6"/>
    <w:rsid w:val="001A2CF1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0051"/>
    <w:rsid w:val="00262FC3"/>
    <w:rsid w:val="0026394F"/>
    <w:rsid w:val="00267AF6"/>
    <w:rsid w:val="00276DB8"/>
    <w:rsid w:val="00277C22"/>
    <w:rsid w:val="00282664"/>
    <w:rsid w:val="00285FB8"/>
    <w:rsid w:val="002970C3"/>
    <w:rsid w:val="002A0432"/>
    <w:rsid w:val="002A4CD3"/>
    <w:rsid w:val="002A6CC4"/>
    <w:rsid w:val="002C55E9"/>
    <w:rsid w:val="002D0C8B"/>
    <w:rsid w:val="002D330A"/>
    <w:rsid w:val="002E170C"/>
    <w:rsid w:val="002E193E"/>
    <w:rsid w:val="002F4BEC"/>
    <w:rsid w:val="00305EFF"/>
    <w:rsid w:val="00310A6A"/>
    <w:rsid w:val="003144E6"/>
    <w:rsid w:val="00322A49"/>
    <w:rsid w:val="00337E82"/>
    <w:rsid w:val="003424CA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64BD"/>
    <w:rsid w:val="003D2E73"/>
    <w:rsid w:val="003E38C0"/>
    <w:rsid w:val="003E72B6"/>
    <w:rsid w:val="003E7BBE"/>
    <w:rsid w:val="004127E3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81AFE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26BB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1069"/>
    <w:rsid w:val="00575BC6"/>
    <w:rsid w:val="00583902"/>
    <w:rsid w:val="005A1D70"/>
    <w:rsid w:val="005A3AA5"/>
    <w:rsid w:val="005A6C9C"/>
    <w:rsid w:val="005A74DC"/>
    <w:rsid w:val="005B2096"/>
    <w:rsid w:val="005B5146"/>
    <w:rsid w:val="005D1AFD"/>
    <w:rsid w:val="005D37BC"/>
    <w:rsid w:val="005E51E6"/>
    <w:rsid w:val="005F027A"/>
    <w:rsid w:val="005F33CC"/>
    <w:rsid w:val="005F771F"/>
    <w:rsid w:val="006121D4"/>
    <w:rsid w:val="00613B49"/>
    <w:rsid w:val="00616845"/>
    <w:rsid w:val="00620E8E"/>
    <w:rsid w:val="00622B9B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4D3B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56BBF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25D4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22D0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47455"/>
    <w:rsid w:val="00B560C8"/>
    <w:rsid w:val="00B61150"/>
    <w:rsid w:val="00B65BC7"/>
    <w:rsid w:val="00B66E5C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0CD1"/>
    <w:rsid w:val="00BD3B0F"/>
    <w:rsid w:val="00BD6011"/>
    <w:rsid w:val="00BF1D4C"/>
    <w:rsid w:val="00BF3F0A"/>
    <w:rsid w:val="00C13E60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2440"/>
    <w:rsid w:val="00C96AF3"/>
    <w:rsid w:val="00C97CCC"/>
    <w:rsid w:val="00CA0274"/>
    <w:rsid w:val="00CB746F"/>
    <w:rsid w:val="00CC451E"/>
    <w:rsid w:val="00CC611F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932CE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8B8"/>
    <w:rsid w:val="00E91BFF"/>
    <w:rsid w:val="00E92933"/>
    <w:rsid w:val="00E94FAD"/>
    <w:rsid w:val="00EB0AA4"/>
    <w:rsid w:val="00EB27E5"/>
    <w:rsid w:val="00EB50BA"/>
    <w:rsid w:val="00EB5C88"/>
    <w:rsid w:val="00EC0469"/>
    <w:rsid w:val="00EF01F8"/>
    <w:rsid w:val="00EF40EF"/>
    <w:rsid w:val="00EF47FE"/>
    <w:rsid w:val="00F032F2"/>
    <w:rsid w:val="00F069BD"/>
    <w:rsid w:val="00F1480E"/>
    <w:rsid w:val="00F1497D"/>
    <w:rsid w:val="00F16AAC"/>
    <w:rsid w:val="00F21AF4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30F120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0DB1D40579F44A997C234529B30C0D" ma:contentTypeVersion="" ma:contentTypeDescription="Create a new document." ma:contentTypeScope="" ma:versionID="36fe1c2ffe1ad1a6146fc96eb65e364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14DB66-157A-44A5-B6CD-AE7D2D0B49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0FC9C1A-23B1-4336-898E-DF41CDE05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43</TotalTime>
  <Pages>3</Pages>
  <Words>761</Words>
  <Characters>4341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Catherine Beven</cp:lastModifiedBy>
  <cp:revision>22</cp:revision>
  <cp:lastPrinted>2016-05-27T05:21:00Z</cp:lastPrinted>
  <dcterms:created xsi:type="dcterms:W3CDTF">2018-08-06T02:18:00Z</dcterms:created>
  <dcterms:modified xsi:type="dcterms:W3CDTF">2019-05-30T01:46:00Z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0x010100F90DB1D40579F44A997C234529B30C0D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2048">
    <vt:lpwstr>1297</vt:lpwstr>
  </property>
  <property fmtid="{D5CDD505-2E9C-101B-9397-08002B2CF9AE}" pid="19" name="AuthorIds_UIVersion_4096">
    <vt:lpwstr>1297</vt:lpwstr>
  </property>
  <property fmtid="{D5CDD505-2E9C-101B-9397-08002B2CF9AE}" pid="20" name="AuthorIds_UIVersion_5632">
    <vt:lpwstr>115</vt:lpwstr>
  </property>
</Properties>
</file>